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B1" w:rsidRPr="0036355E" w:rsidRDefault="008D6EB1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6EB1" w:rsidRPr="0036355E" w:rsidRDefault="008D6EB1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D6EB1" w:rsidRPr="00161E78" w:rsidRDefault="008D6EB1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6EB1" w:rsidRPr="00161E78" w:rsidRDefault="008D6EB1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26 июня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8D6EB1" w:rsidRPr="00161E78" w:rsidRDefault="008D6EB1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8D6EB1" w:rsidRDefault="008D6EB1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8D6EB1" w:rsidRDefault="008D6EB1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8D6EB1" w:rsidRPr="009D58BB">
        <w:trPr>
          <w:trHeight w:val="1097"/>
        </w:trPr>
        <w:tc>
          <w:tcPr>
            <w:tcW w:w="9016" w:type="dxa"/>
          </w:tcPr>
          <w:p w:rsidR="008D6EB1" w:rsidRPr="009D58BB" w:rsidRDefault="008D6E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8D6EB1" w:rsidRPr="009D58BB" w:rsidRDefault="008D6E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D6EB1" w:rsidRPr="00DD5EF6" w:rsidRDefault="008D6EB1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8D6EB1" w:rsidRPr="00DD5EF6" w:rsidRDefault="008D6EB1" w:rsidP="00FE5F0B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D6EB1" w:rsidRPr="00DD5EF6" w:rsidRDefault="008D6EB1" w:rsidP="00FE5F0B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8D6EB1" w:rsidRPr="00DD5EF6" w:rsidRDefault="008D6EB1" w:rsidP="00FE5F0B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18 660 652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8D6EB1" w:rsidRDefault="008D6EB1" w:rsidP="00FE5F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20 295 817</w:t>
      </w:r>
      <w:r w:rsidRPr="009C0FAC">
        <w:rPr>
          <w:rFonts w:ascii="Times New Roman" w:hAnsi="Times New Roman" w:cs="Times New Roman"/>
          <w:sz w:val="28"/>
          <w:szCs w:val="28"/>
        </w:rPr>
        <w:t>,17 рублей;»</w:t>
      </w:r>
    </w:p>
    <w:p w:rsidR="008D6EB1" w:rsidRDefault="008D6EB1" w:rsidP="00FE5F0B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635 165,13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8D6EB1" w:rsidRDefault="008D6EB1" w:rsidP="001342D8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 </w:t>
      </w:r>
      <w:r>
        <w:rPr>
          <w:rFonts w:ascii="Times New Roman" w:hAnsi="Times New Roman" w:cs="Times New Roman"/>
          <w:sz w:val="28"/>
          <w:szCs w:val="28"/>
        </w:rPr>
        <w:t>уменьшить с</w:t>
      </w:r>
      <w:r w:rsidRPr="001342D8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42D8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в сумме 18 200,00 рублей, предусмотренную ранее </w:t>
      </w:r>
      <w:r w:rsidRPr="00A408B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A408B0">
        <w:rPr>
          <w:rFonts w:ascii="Times New Roman" w:hAnsi="Times New Roman" w:cs="Times New Roman"/>
          <w:sz w:val="28"/>
          <w:szCs w:val="28"/>
        </w:rPr>
        <w:t xml:space="preserve"> «</w:t>
      </w:r>
      <w:r w:rsidRPr="001342D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A408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целевой статьи </w:t>
      </w:r>
      <w:r w:rsidRPr="004E7737">
        <w:rPr>
          <w:rFonts w:ascii="Times New Roman" w:hAnsi="Times New Roman" w:cs="Times New Roman"/>
          <w:sz w:val="28"/>
          <w:szCs w:val="28"/>
        </w:rPr>
        <w:t>50 2 5118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D6EB1" w:rsidRDefault="008D6EB1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150 000,00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ассигнований:</w:t>
      </w:r>
    </w:p>
    <w:p w:rsidR="008D6EB1" w:rsidRDefault="008D6EB1" w:rsidP="00FE5F0B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83D91">
        <w:rPr>
          <w:rFonts w:ascii="Times New Roman" w:hAnsi="Times New Roman" w:cs="Times New Roman"/>
          <w:sz w:val="28"/>
          <w:szCs w:val="28"/>
        </w:rPr>
        <w:t xml:space="preserve">68 0 1030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C83D91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C83D91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D91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оплату технадзора в сумме 200,00 рублей,</w:t>
      </w:r>
    </w:p>
    <w:p w:rsidR="008D6EB1" w:rsidRDefault="008D6EB1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143 800,00 рублей</w:t>
      </w:r>
    </w:p>
    <w:p w:rsidR="008D6EB1" w:rsidRDefault="008D6EB1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C83D91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C83D91">
        <w:rPr>
          <w:rFonts w:ascii="Times New Roman" w:hAnsi="Times New Roman" w:cs="Times New Roman"/>
          <w:sz w:val="28"/>
          <w:szCs w:val="28"/>
        </w:rPr>
        <w:t xml:space="preserve">51 2 1007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C83D91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C83D91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D91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обслуживание сайта в сумме 6 000,00 рублей.</w:t>
      </w:r>
    </w:p>
    <w:p w:rsidR="008D6EB1" w:rsidRPr="0093387D" w:rsidRDefault="008D6EB1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2-7,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8D6EB1" w:rsidRPr="00DD5EF6" w:rsidRDefault="008D6EB1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8D6EB1" w:rsidRDefault="008D6EB1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8D6EB1" w:rsidRDefault="008D6EB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EB1" w:rsidRPr="00DD5EF6" w:rsidRDefault="008D6EB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6EB1" w:rsidRPr="00DD5EF6" w:rsidRDefault="008D6EB1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8D6EB1" w:rsidRDefault="008D6EB1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8D6EB1" w:rsidRDefault="008D6EB1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D6EB1" w:rsidRDefault="008D6EB1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D6EB1" w:rsidRDefault="008D6EB1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Школьненского сельского поселения</w:t>
      </w:r>
    </w:p>
    <w:p w:rsidR="008D6EB1" w:rsidRDefault="008D6EB1" w:rsidP="00271558">
      <w:pPr>
        <w:tabs>
          <w:tab w:val="left" w:pos="90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Н.В. Лавриненко</w:t>
      </w:r>
    </w:p>
    <w:p w:rsidR="008D6EB1" w:rsidRPr="00DD5EF6" w:rsidRDefault="008D6EB1" w:rsidP="00532012">
      <w:pPr>
        <w:tabs>
          <w:tab w:val="left" w:pos="0"/>
          <w:tab w:val="left" w:pos="900"/>
        </w:tabs>
      </w:pPr>
    </w:p>
    <w:sectPr w:rsidR="008D6EB1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EB1" w:rsidRDefault="008D6EB1" w:rsidP="00B57B3B">
      <w:r>
        <w:separator/>
      </w:r>
    </w:p>
  </w:endnote>
  <w:endnote w:type="continuationSeparator" w:id="0">
    <w:p w:rsidR="008D6EB1" w:rsidRDefault="008D6EB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EB1" w:rsidRDefault="008D6EB1" w:rsidP="00B57B3B">
      <w:r>
        <w:separator/>
      </w:r>
    </w:p>
  </w:footnote>
  <w:footnote w:type="continuationSeparator" w:id="0">
    <w:p w:rsidR="008D6EB1" w:rsidRDefault="008D6EB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B1" w:rsidRPr="003139BC" w:rsidRDefault="008D6EB1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8D6EB1" w:rsidRDefault="008D6E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342D8"/>
    <w:rsid w:val="001410FA"/>
    <w:rsid w:val="0014349A"/>
    <w:rsid w:val="00147537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5431B"/>
    <w:rsid w:val="004618F0"/>
    <w:rsid w:val="0046258A"/>
    <w:rsid w:val="004652CD"/>
    <w:rsid w:val="004678AD"/>
    <w:rsid w:val="00477820"/>
    <w:rsid w:val="004846F0"/>
    <w:rsid w:val="00486674"/>
    <w:rsid w:val="004869BB"/>
    <w:rsid w:val="00493F6D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C34BC"/>
    <w:rsid w:val="005D6E64"/>
    <w:rsid w:val="005E2006"/>
    <w:rsid w:val="005E3BA4"/>
    <w:rsid w:val="005E7F55"/>
    <w:rsid w:val="005F0BC6"/>
    <w:rsid w:val="005F3F0F"/>
    <w:rsid w:val="006078D7"/>
    <w:rsid w:val="00613DA6"/>
    <w:rsid w:val="006142AF"/>
    <w:rsid w:val="00614C6B"/>
    <w:rsid w:val="00630DD8"/>
    <w:rsid w:val="00651526"/>
    <w:rsid w:val="00654C50"/>
    <w:rsid w:val="00656F80"/>
    <w:rsid w:val="006602EC"/>
    <w:rsid w:val="00665A87"/>
    <w:rsid w:val="00666A4B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1F12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518AB"/>
    <w:rsid w:val="00A60D9F"/>
    <w:rsid w:val="00A60FBD"/>
    <w:rsid w:val="00A674A9"/>
    <w:rsid w:val="00A72975"/>
    <w:rsid w:val="00A927CD"/>
    <w:rsid w:val="00A969F6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1275F"/>
    <w:rsid w:val="00C32E45"/>
    <w:rsid w:val="00C34742"/>
    <w:rsid w:val="00C351E8"/>
    <w:rsid w:val="00C35EE9"/>
    <w:rsid w:val="00C402FB"/>
    <w:rsid w:val="00C57BBA"/>
    <w:rsid w:val="00C70AF5"/>
    <w:rsid w:val="00C83D91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6A25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4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501</TotalTime>
  <Pages>2</Pages>
  <Words>955</Words>
  <Characters>5445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23</cp:revision>
  <cp:lastPrinted>2015-06-25T11:11:00Z</cp:lastPrinted>
  <dcterms:created xsi:type="dcterms:W3CDTF">2015-01-21T15:24:00Z</dcterms:created>
  <dcterms:modified xsi:type="dcterms:W3CDTF">2015-06-25T11:11:00Z</dcterms:modified>
</cp:coreProperties>
</file>